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Allegato N. 3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  <w:b/>
          <w:bCs/>
        </w:rPr>
        <w:t xml:space="preserve">TRACCIA PROGRAMMATICA 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Pr="00FB5026">
        <w:rPr>
          <w:rFonts w:ascii="Arial" w:hAnsi="Arial" w:cs="Arial"/>
        </w:rPr>
        <w:t xml:space="preserve"> sottoscritto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 a                        </w:t>
      </w:r>
      <w:r w:rsidRPr="00FB5026">
        <w:rPr>
          <w:rFonts w:ascii="Arial" w:hAnsi="Arial" w:cs="Arial"/>
        </w:rPr>
        <w:t>prov</w:t>
      </w:r>
      <w:r>
        <w:rPr>
          <w:rFonts w:ascii="Arial" w:hAnsi="Arial" w:cs="Arial"/>
        </w:rPr>
        <w:t xml:space="preserve">.  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Ile residente</w:t>
      </w:r>
      <w:r>
        <w:rPr>
          <w:rFonts w:ascii="Arial" w:hAnsi="Arial" w:cs="Arial"/>
        </w:rPr>
        <w:t xml:space="preserve"> in                       via                                  CAP  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tel</w:t>
      </w:r>
      <w:r w:rsidRPr="00FB5026">
        <w:rPr>
          <w:rFonts w:ascii="Arial" w:hAnsi="Arial" w:cs="Arial"/>
        </w:rPr>
        <w:t xml:space="preserve"> e-mai</w:t>
      </w:r>
      <w:r>
        <w:rPr>
          <w:rFonts w:ascii="Arial" w:hAnsi="Arial" w:cs="Arial"/>
        </w:rPr>
        <w:t xml:space="preserve">l  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avendo chiesto di essere ammesso alla procedura di selezione in qualità di Esperto Esterno per il seguentepercorso di formazi</w:t>
      </w:r>
      <w:r>
        <w:rPr>
          <w:rFonts w:ascii="Arial" w:hAnsi="Arial" w:cs="Arial"/>
        </w:rPr>
        <w:t xml:space="preserve">one: 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PRESENTA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La seguente traccia programmatica dell’intervento didattico che intende svolgere</w:t>
      </w:r>
    </w:p>
    <w:p w:rsidR="00A25856" w:rsidRPr="00443D47" w:rsidRDefault="00A25856" w:rsidP="00CE4D3A">
      <w:pPr>
        <w:pStyle w:val="NormalWeb"/>
        <w:shd w:val="clear" w:color="auto" w:fill="FDF8DA"/>
        <w:spacing w:before="240" w:beforeAutospacing="0" w:after="240" w:afterAutospacing="0" w:line="360" w:lineRule="atLeast"/>
        <w:ind w:left="480" w:right="480"/>
        <w:jc w:val="center"/>
        <w:rPr>
          <w:rFonts w:ascii="Arial" w:hAnsi="Arial" w:cs="Arial"/>
        </w:rPr>
      </w:pPr>
      <w:r>
        <w:rPr>
          <w:rFonts w:ascii="Arial" w:hAnsi="Arial" w:cs="Arial"/>
        </w:rPr>
        <w:t>AZIONE                                    MODULO</w:t>
      </w:r>
    </w:p>
    <w:p w:rsidR="00A25856" w:rsidRPr="00443D47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Obiettivi: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Contenuti:</w:t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Metodologie: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Mezzi e strumenti: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Verifica e valutazione: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  <w:r w:rsidRPr="00FB5026">
        <w:rPr>
          <w:rFonts w:ascii="Arial" w:hAnsi="Arial" w:cs="Arial"/>
        </w:rPr>
        <w:softHyphen/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Competenze attese: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  <w:r w:rsidRPr="0085597E">
        <w:rPr>
          <w:rFonts w:ascii="Arial" w:hAnsi="Arial" w:cs="Arial"/>
        </w:rPr>
        <w:softHyphen/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FB5026">
        <w:rPr>
          <w:rFonts w:ascii="Arial" w:hAnsi="Arial" w:cs="Arial"/>
          <w:b/>
          <w:bCs/>
        </w:rPr>
        <w:t>Prodotti finali da presentare alla fine del percorso in occasione della manifestazione finale: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25856" w:rsidRPr="00FB502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DATA___________                                                                                  FIRMA</w:t>
      </w:r>
    </w:p>
    <w:p w:rsidR="00A25856" w:rsidRPr="00FB5026" w:rsidRDefault="00A25856" w:rsidP="00CE4D3A">
      <w:pPr>
        <w:autoSpaceDE w:val="0"/>
        <w:autoSpaceDN w:val="0"/>
        <w:adjustRightInd w:val="0"/>
        <w:ind w:left="6372" w:firstLine="708"/>
        <w:jc w:val="both"/>
        <w:rPr>
          <w:rFonts w:ascii="Arial" w:hAnsi="Arial" w:cs="Arial"/>
        </w:rPr>
      </w:pPr>
      <w:r w:rsidRPr="00FB5026">
        <w:rPr>
          <w:rFonts w:ascii="Arial" w:hAnsi="Arial" w:cs="Arial"/>
        </w:rPr>
        <w:t>________________</w:t>
      </w: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 w:rsidP="00CE4D3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color w:val="000000"/>
        </w:rPr>
      </w:pPr>
    </w:p>
    <w:p w:rsidR="00A25856" w:rsidRDefault="00A25856">
      <w:bookmarkStart w:id="0" w:name="_GoBack"/>
      <w:bookmarkEnd w:id="0"/>
    </w:p>
    <w:sectPr w:rsidR="00A25856" w:rsidSect="00084D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EBB"/>
    <w:rsid w:val="00084D71"/>
    <w:rsid w:val="00443D47"/>
    <w:rsid w:val="0085597E"/>
    <w:rsid w:val="008D320E"/>
    <w:rsid w:val="00A25856"/>
    <w:rsid w:val="00AB4EBB"/>
    <w:rsid w:val="00CE4D3A"/>
    <w:rsid w:val="00D020CB"/>
    <w:rsid w:val="00D53878"/>
    <w:rsid w:val="00FB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3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E4D3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D3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4ED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131</Words>
  <Characters>749</Characters>
  <Application>Microsoft Office Outlook</Application>
  <DocSecurity>0</DocSecurity>
  <Lines>0</Lines>
  <Paragraphs>0</Paragraphs>
  <ScaleCrop>false</ScaleCrop>
  <Company>\\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Angela e Francesco</dc:creator>
  <cp:keywords/>
  <dc:description/>
  <cp:lastModifiedBy>\\</cp:lastModifiedBy>
  <cp:revision>2</cp:revision>
  <cp:lastPrinted>2014-01-07T09:33:00Z</cp:lastPrinted>
  <dcterms:created xsi:type="dcterms:W3CDTF">2014-01-07T09:33:00Z</dcterms:created>
  <dcterms:modified xsi:type="dcterms:W3CDTF">2014-01-07T09:33:00Z</dcterms:modified>
</cp:coreProperties>
</file>